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49155" w14:textId="3E841BD2" w:rsidR="008450B9" w:rsidRPr="00D1378C" w:rsidRDefault="008450B9" w:rsidP="00D1378C">
      <w:pPr>
        <w:pStyle w:val="Titredudocument"/>
      </w:pPr>
      <w:r w:rsidRPr="00D1378C">
        <w:t>Fiche de positionnement pour l’élève (P</w:t>
      </w:r>
      <w:r w:rsidR="000D08F3" w:rsidRPr="00D1378C">
        <w:t>1</w:t>
      </w:r>
      <w:r w:rsidRPr="00D1378C">
        <w:t>)</w:t>
      </w:r>
    </w:p>
    <w:p w14:paraId="2F562185" w14:textId="079DB36D" w:rsidR="00AF1805" w:rsidRPr="00C737F3" w:rsidRDefault="008450B9" w:rsidP="00D1378C">
      <w:pPr>
        <w:pStyle w:val="Encartgras"/>
        <w:rPr>
          <w:rFonts w:eastAsiaTheme="minorHAnsi"/>
          <w:i/>
        </w:rPr>
      </w:pPr>
      <w:r w:rsidRPr="00C737F3">
        <w:rPr>
          <w:bCs/>
        </w:rPr>
        <w:t>Domaine</w:t>
      </w:r>
      <w:r w:rsidR="009151C0">
        <w:rPr>
          <w:bCs/>
        </w:rPr>
        <w:t> :</w:t>
      </w:r>
      <w:r w:rsidRPr="00C737F3">
        <w:rPr>
          <w:bCs/>
        </w:rPr>
        <w:t xml:space="preserve"> </w:t>
      </w:r>
      <w:r w:rsidR="00AF1805" w:rsidRPr="00D1378C">
        <w:rPr>
          <w:rFonts w:eastAsiaTheme="minorHAnsi"/>
        </w:rPr>
        <w:t>Nombres et calculs</w:t>
      </w:r>
    </w:p>
    <w:p w14:paraId="2FD42D4E" w14:textId="59089164" w:rsidR="00AF1805" w:rsidRPr="00C737F3" w:rsidRDefault="00AF1805" w:rsidP="00C41148">
      <w:pPr>
        <w:pStyle w:val="Encartgras"/>
        <w:spacing w:before="100" w:after="100"/>
        <w:rPr>
          <w:rFonts w:eastAsiaTheme="minorHAnsi"/>
        </w:rPr>
      </w:pPr>
      <w:r w:rsidRPr="00C737F3">
        <w:t>Sous thème</w:t>
      </w:r>
      <w:r w:rsidR="009151C0">
        <w:t> :</w:t>
      </w:r>
      <w:r w:rsidRPr="00C737F3">
        <w:t xml:space="preserve"> </w:t>
      </w:r>
      <w:r w:rsidRPr="00D1378C">
        <w:rPr>
          <w:rFonts w:eastAsiaTheme="minorHAnsi"/>
        </w:rPr>
        <w:t>Calcul littéral – Production d’expressions</w:t>
      </w:r>
    </w:p>
    <w:p w14:paraId="20655DBA" w14:textId="2BC53184" w:rsidR="009C764E" w:rsidRDefault="009C764E" w:rsidP="00D1378C">
      <w:pPr>
        <w:pStyle w:val="Titre1"/>
      </w:pPr>
      <w:r>
        <w:t>Je m’exerce</w:t>
      </w:r>
    </w:p>
    <w:p w14:paraId="5B19803D" w14:textId="27C406EC" w:rsidR="00AF1805" w:rsidRPr="00D1378C" w:rsidRDefault="00611E5D" w:rsidP="009C764E">
      <w:pPr>
        <w:pStyle w:val="Titre2"/>
      </w:pPr>
      <w:r w:rsidRPr="00D1378C">
        <w:t>Exercice</w:t>
      </w:r>
      <w:r w:rsidR="0009515D">
        <w:t> </w:t>
      </w:r>
      <w:r w:rsidRPr="00D1378C">
        <w:t>1</w:t>
      </w:r>
    </w:p>
    <w:p w14:paraId="776B1773" w14:textId="682BA066" w:rsidR="00FA15D3" w:rsidRPr="00C737F3" w:rsidRDefault="00533A65" w:rsidP="00D1378C">
      <w:r w:rsidRPr="00C737F3">
        <w:t>Entoure, p</w:t>
      </w:r>
      <w:r w:rsidR="00CD44D3" w:rsidRPr="00C737F3">
        <w:t>our chaque propo</w:t>
      </w:r>
      <w:r w:rsidR="00FE4242" w:rsidRPr="00C737F3">
        <w:t>sition, la</w:t>
      </w:r>
      <w:r w:rsidRPr="00C737F3">
        <w:t xml:space="preserve"> (ou les)</w:t>
      </w:r>
      <w:r w:rsidR="00FE4242" w:rsidRPr="00C737F3">
        <w:t xml:space="preserve"> bonne</w:t>
      </w:r>
      <w:r w:rsidRPr="00C737F3">
        <w:t>(s)</w:t>
      </w:r>
      <w:r w:rsidR="00FE4242" w:rsidRPr="00C737F3">
        <w:t xml:space="preserve"> réponse</w:t>
      </w:r>
      <w:r w:rsidRPr="00C737F3">
        <w:t>(s)</w:t>
      </w:r>
      <w:r w:rsidR="00FE4242" w:rsidRPr="00C737F3">
        <w:t> :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52"/>
        <w:gridCol w:w="2152"/>
        <w:gridCol w:w="2152"/>
        <w:gridCol w:w="2153"/>
        <w:gridCol w:w="2153"/>
      </w:tblGrid>
      <w:tr w:rsidR="00713B48" w:rsidRPr="009C764E" w14:paraId="556700D1" w14:textId="7D72E7C1" w:rsidTr="00C27F81">
        <w:tc>
          <w:tcPr>
            <w:tcW w:w="2152" w:type="dxa"/>
            <w:vAlign w:val="center"/>
          </w:tcPr>
          <w:p w14:paraId="3940B3D1" w14:textId="6660946C" w:rsidR="00713B48" w:rsidRPr="009C764E" w:rsidRDefault="00F9737D" w:rsidP="00D1378C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Proposition</w:t>
            </w:r>
          </w:p>
        </w:tc>
        <w:tc>
          <w:tcPr>
            <w:tcW w:w="2152" w:type="dxa"/>
            <w:vAlign w:val="center"/>
          </w:tcPr>
          <w:p w14:paraId="023F352B" w14:textId="09C0E849" w:rsidR="00713B48" w:rsidRPr="009C764E" w:rsidRDefault="00713B48" w:rsidP="00D1378C">
            <w:pPr>
              <w:rPr>
                <w:b/>
                <w:sz w:val="22"/>
              </w:rPr>
            </w:pPr>
            <w:r w:rsidRPr="009C764E">
              <w:rPr>
                <w:b/>
                <w:sz w:val="22"/>
              </w:rPr>
              <w:t>Réponse</w:t>
            </w:r>
            <w:r w:rsidR="0009515D">
              <w:rPr>
                <w:b/>
                <w:sz w:val="22"/>
              </w:rPr>
              <w:t> </w:t>
            </w:r>
            <w:r w:rsidRPr="009C764E">
              <w:rPr>
                <w:b/>
                <w:sz w:val="22"/>
              </w:rPr>
              <w:t>1</w:t>
            </w:r>
          </w:p>
        </w:tc>
        <w:tc>
          <w:tcPr>
            <w:tcW w:w="2152" w:type="dxa"/>
            <w:vAlign w:val="center"/>
          </w:tcPr>
          <w:p w14:paraId="4DE756BC" w14:textId="1EC25DF1" w:rsidR="00713B48" w:rsidRPr="009C764E" w:rsidRDefault="00713B48" w:rsidP="00D1378C">
            <w:pPr>
              <w:rPr>
                <w:b/>
                <w:sz w:val="22"/>
              </w:rPr>
            </w:pPr>
            <w:r w:rsidRPr="009C764E">
              <w:rPr>
                <w:b/>
                <w:sz w:val="22"/>
              </w:rPr>
              <w:t>Réponse</w:t>
            </w:r>
            <w:r w:rsidR="0009515D">
              <w:rPr>
                <w:b/>
                <w:sz w:val="22"/>
              </w:rPr>
              <w:t> </w:t>
            </w:r>
            <w:r w:rsidRPr="009C764E">
              <w:rPr>
                <w:b/>
                <w:sz w:val="22"/>
              </w:rPr>
              <w:t>2</w:t>
            </w:r>
          </w:p>
        </w:tc>
        <w:tc>
          <w:tcPr>
            <w:tcW w:w="2153" w:type="dxa"/>
            <w:vAlign w:val="center"/>
          </w:tcPr>
          <w:p w14:paraId="3EF75945" w14:textId="479A3C19" w:rsidR="00713B48" w:rsidRPr="009C764E" w:rsidRDefault="00713B48" w:rsidP="00D1378C">
            <w:pPr>
              <w:rPr>
                <w:b/>
                <w:sz w:val="22"/>
              </w:rPr>
            </w:pPr>
            <w:r w:rsidRPr="009C764E">
              <w:rPr>
                <w:b/>
                <w:sz w:val="22"/>
              </w:rPr>
              <w:t>Réponse</w:t>
            </w:r>
            <w:r w:rsidR="0009515D">
              <w:rPr>
                <w:b/>
                <w:sz w:val="22"/>
              </w:rPr>
              <w:t> </w:t>
            </w:r>
            <w:r w:rsidRPr="009C764E">
              <w:rPr>
                <w:b/>
                <w:sz w:val="22"/>
              </w:rPr>
              <w:t>3</w:t>
            </w:r>
          </w:p>
        </w:tc>
        <w:tc>
          <w:tcPr>
            <w:tcW w:w="2153" w:type="dxa"/>
            <w:vAlign w:val="center"/>
          </w:tcPr>
          <w:p w14:paraId="3C31D48B" w14:textId="3F6EF774" w:rsidR="00713B48" w:rsidRPr="009C764E" w:rsidRDefault="00713B48" w:rsidP="00D1378C">
            <w:pPr>
              <w:rPr>
                <w:b/>
                <w:sz w:val="22"/>
              </w:rPr>
            </w:pPr>
            <w:r w:rsidRPr="009C764E">
              <w:rPr>
                <w:b/>
                <w:sz w:val="22"/>
              </w:rPr>
              <w:t>Réponse</w:t>
            </w:r>
            <w:r w:rsidR="0009515D">
              <w:rPr>
                <w:b/>
                <w:sz w:val="22"/>
              </w:rPr>
              <w:t> </w:t>
            </w:r>
            <w:r w:rsidRPr="009C764E">
              <w:rPr>
                <w:b/>
                <w:sz w:val="22"/>
              </w:rPr>
              <w:t>4</w:t>
            </w:r>
          </w:p>
        </w:tc>
      </w:tr>
      <w:tr w:rsidR="00713B48" w:rsidRPr="00C737F3" w14:paraId="7056A8E4" w14:textId="19A5F477" w:rsidTr="00C27F81">
        <w:trPr>
          <w:trHeight w:val="748"/>
        </w:trPr>
        <w:tc>
          <w:tcPr>
            <w:tcW w:w="2152" w:type="dxa"/>
            <w:vAlign w:val="center"/>
          </w:tcPr>
          <w:p w14:paraId="6B973DE5" w14:textId="58DF9DE6" w:rsidR="00713B48" w:rsidRPr="009C764E" w:rsidRDefault="00713B48" w:rsidP="00D1378C">
            <w:pPr>
              <w:rPr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3×</m:t>
                </m:r>
                <m:r>
                  <w:rPr>
                    <w:rFonts w:ascii="Cambria Math" w:hAnsi="Cambria Math"/>
                    <w:sz w:val="22"/>
                  </w:rPr>
                  <m:t>x</m:t>
                </m:r>
              </m:oMath>
            </m:oMathPara>
          </w:p>
        </w:tc>
        <w:tc>
          <w:tcPr>
            <w:tcW w:w="2152" w:type="dxa"/>
            <w:vAlign w:val="center"/>
          </w:tcPr>
          <w:p w14:paraId="242E7095" w14:textId="52811145" w:rsidR="00713B48" w:rsidRPr="009C764E" w:rsidRDefault="00713B48" w:rsidP="009C764E">
            <w:pPr>
              <w:jc w:val="center"/>
              <w:rPr>
                <w:sz w:val="22"/>
              </w:rPr>
            </w:pPr>
            <w:r w:rsidRPr="009C764E">
              <w:rPr>
                <w:sz w:val="22"/>
              </w:rPr>
              <w:t xml:space="preserve">le cube de </w:t>
            </w:r>
            <m:oMath>
              <m:r>
                <w:rPr>
                  <w:rFonts w:ascii="Cambria Math" w:hAnsi="Cambria Math"/>
                  <w:sz w:val="22"/>
                </w:rPr>
                <m:t>x</m:t>
              </m:r>
            </m:oMath>
          </w:p>
        </w:tc>
        <w:tc>
          <w:tcPr>
            <w:tcW w:w="2152" w:type="dxa"/>
            <w:vAlign w:val="center"/>
          </w:tcPr>
          <w:p w14:paraId="24A1B74F" w14:textId="472A3A80" w:rsidR="00713B48" w:rsidRPr="009C764E" w:rsidRDefault="00713B48" w:rsidP="009C764E">
            <w:pPr>
              <w:jc w:val="center"/>
              <w:rPr>
                <w:sz w:val="22"/>
              </w:rPr>
            </w:pPr>
            <w:r w:rsidRPr="009C764E">
              <w:rPr>
                <w:rFonts w:eastAsiaTheme="minorEastAsia"/>
                <w:sz w:val="22"/>
              </w:rPr>
              <w:t xml:space="preserve">le tiers de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x</m:t>
              </m:r>
            </m:oMath>
          </w:p>
        </w:tc>
        <w:tc>
          <w:tcPr>
            <w:tcW w:w="2153" w:type="dxa"/>
            <w:vAlign w:val="center"/>
          </w:tcPr>
          <w:p w14:paraId="6B02077F" w14:textId="3332225D" w:rsidR="00713B48" w:rsidRPr="009C764E" w:rsidRDefault="00713B48" w:rsidP="009C764E">
            <w:pPr>
              <w:jc w:val="center"/>
              <w:rPr>
                <w:sz w:val="22"/>
              </w:rPr>
            </w:pPr>
            <w:r w:rsidRPr="009C764E">
              <w:rPr>
                <w:sz w:val="22"/>
              </w:rPr>
              <w:t xml:space="preserve">le </w:t>
            </w:r>
            <w:r w:rsidRPr="009C764E">
              <w:rPr>
                <w:rFonts w:eastAsiaTheme="minorEastAsia"/>
                <w:sz w:val="22"/>
              </w:rPr>
              <w:t xml:space="preserve">triple de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x</m:t>
              </m:r>
            </m:oMath>
          </w:p>
        </w:tc>
        <w:tc>
          <w:tcPr>
            <w:tcW w:w="2153" w:type="dxa"/>
            <w:vAlign w:val="center"/>
          </w:tcPr>
          <w:p w14:paraId="0EA02E95" w14:textId="42B5DA94" w:rsidR="00713B48" w:rsidRPr="009C764E" w:rsidRDefault="005E11C3" w:rsidP="009C764E">
            <w:pPr>
              <w:jc w:val="center"/>
              <w:rPr>
                <w:sz w:val="22"/>
              </w:rPr>
            </w:pPr>
            <w:r w:rsidRPr="009C764E">
              <w:rPr>
                <w:sz w:val="22"/>
              </w:rPr>
              <w:t>le produit</w:t>
            </w:r>
            <w:r w:rsidR="00713B48" w:rsidRPr="009C764E">
              <w:rPr>
                <w:sz w:val="22"/>
              </w:rPr>
              <w:t xml:space="preserve"> de 3 </w:t>
            </w:r>
            <w:r w:rsidRPr="009C764E">
              <w:rPr>
                <w:sz w:val="22"/>
              </w:rPr>
              <w:t>par</w:t>
            </w:r>
            <w:r w:rsidR="00713B48" w:rsidRPr="009C764E">
              <w:rPr>
                <w:sz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</w:rPr>
                <m:t>x</m:t>
              </m:r>
            </m:oMath>
          </w:p>
        </w:tc>
      </w:tr>
      <w:tr w:rsidR="00713B48" w:rsidRPr="00C737F3" w14:paraId="79346564" w14:textId="69DE5834" w:rsidTr="00C27F81">
        <w:trPr>
          <w:trHeight w:val="703"/>
        </w:trPr>
        <w:tc>
          <w:tcPr>
            <w:tcW w:w="2152" w:type="dxa"/>
            <w:vAlign w:val="center"/>
          </w:tcPr>
          <w:p w14:paraId="479A13A3" w14:textId="53E866EA" w:rsidR="00713B48" w:rsidRPr="009C764E" w:rsidRDefault="00713B48" w:rsidP="00D1378C">
            <w:pPr>
              <w:rPr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</m:t>
                </m:r>
                <m:r>
                  <w:rPr>
                    <w:rFonts w:ascii="Cambria Math" w:hAnsi="Cambria Math"/>
                    <w:sz w:val="22"/>
                  </w:rPr>
                  <m:t>n</m:t>
                </m:r>
              </m:oMath>
            </m:oMathPara>
          </w:p>
        </w:tc>
        <w:tc>
          <w:tcPr>
            <w:tcW w:w="2152" w:type="dxa"/>
            <w:vAlign w:val="center"/>
          </w:tcPr>
          <w:p w14:paraId="7CF021C3" w14:textId="6E86FD98" w:rsidR="00713B48" w:rsidRPr="009C764E" w:rsidRDefault="00713B48" w:rsidP="009C764E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+</m:t>
                </m:r>
                <m:r>
                  <w:rPr>
                    <w:rFonts w:ascii="Cambria Math" w:hAnsi="Cambria Math"/>
                    <w:sz w:val="22"/>
                  </w:rPr>
                  <m:t>n</m:t>
                </m:r>
              </m:oMath>
            </m:oMathPara>
          </w:p>
        </w:tc>
        <w:tc>
          <w:tcPr>
            <w:tcW w:w="2152" w:type="dxa"/>
            <w:vAlign w:val="center"/>
          </w:tcPr>
          <w:p w14:paraId="234C35F8" w14:textId="3C4415F4" w:rsidR="00713B48" w:rsidRPr="009C764E" w:rsidRDefault="00713B48" w:rsidP="009C764E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×</m:t>
                </m:r>
                <m:r>
                  <w:rPr>
                    <w:rFonts w:ascii="Cambria Math" w:hAnsi="Cambria Math"/>
                    <w:sz w:val="22"/>
                  </w:rPr>
                  <m:t>n</m:t>
                </m:r>
              </m:oMath>
            </m:oMathPara>
          </w:p>
        </w:tc>
        <w:tc>
          <w:tcPr>
            <w:tcW w:w="2153" w:type="dxa"/>
            <w:vAlign w:val="center"/>
          </w:tcPr>
          <w:p w14:paraId="3DBF35F3" w14:textId="2E9A412C" w:rsidR="00713B48" w:rsidRPr="009C764E" w:rsidRDefault="00713B48" w:rsidP="009C764E">
            <w:pPr>
              <w:jc w:val="center"/>
              <w:rPr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2×</m:t>
                </m:r>
                <m:r>
                  <w:rPr>
                    <w:rFonts w:ascii="Cambria Math" w:hAnsi="Cambria Math"/>
                    <w:sz w:val="22"/>
                  </w:rPr>
                  <m:t>n</m:t>
                </m:r>
              </m:oMath>
            </m:oMathPara>
          </w:p>
        </w:tc>
        <w:tc>
          <w:tcPr>
            <w:tcW w:w="2153" w:type="dxa"/>
            <w:vAlign w:val="center"/>
          </w:tcPr>
          <w:p w14:paraId="11EAA9B2" w14:textId="212A7B29" w:rsidR="00713B48" w:rsidRPr="009C764E" w:rsidRDefault="00713B48" w:rsidP="009C764E">
            <w:pPr>
              <w:jc w:val="center"/>
              <w:rPr>
                <w:sz w:val="22"/>
              </w:rPr>
            </w:pPr>
            <w:r w:rsidRPr="009C764E">
              <w:rPr>
                <w:sz w:val="22"/>
              </w:rPr>
              <w:t xml:space="preserve">le </w:t>
            </w:r>
            <w:r w:rsidRPr="009C764E">
              <w:rPr>
                <w:rFonts w:eastAsiaTheme="minorEastAsia"/>
                <w:sz w:val="22"/>
              </w:rPr>
              <w:t xml:space="preserve">double de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n</m:t>
              </m:r>
            </m:oMath>
          </w:p>
        </w:tc>
      </w:tr>
      <w:tr w:rsidR="00713B48" w:rsidRPr="00C737F3" w14:paraId="54095971" w14:textId="26E7967C" w:rsidTr="00C27F81">
        <w:trPr>
          <w:trHeight w:val="699"/>
        </w:trPr>
        <w:tc>
          <w:tcPr>
            <w:tcW w:w="2152" w:type="dxa"/>
            <w:vAlign w:val="center"/>
          </w:tcPr>
          <w:p w14:paraId="6A22A3CA" w14:textId="5A0F3261" w:rsidR="00713B48" w:rsidRPr="009C764E" w:rsidRDefault="00713B48" w:rsidP="00D1378C">
            <w:pPr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+5</m:t>
                </m:r>
              </m:oMath>
            </m:oMathPara>
          </w:p>
        </w:tc>
        <w:tc>
          <w:tcPr>
            <w:tcW w:w="2152" w:type="dxa"/>
            <w:vAlign w:val="center"/>
          </w:tcPr>
          <w:p w14:paraId="4DF25CF7" w14:textId="0EF64E4A" w:rsidR="00713B48" w:rsidRPr="009C764E" w:rsidRDefault="00713B48" w:rsidP="009C764E">
            <w:pPr>
              <w:jc w:val="center"/>
              <w:rPr>
                <w:rFonts w:eastAsiaTheme="minorEastAsia"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5</m:t>
                </m:r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oMath>
            </m:oMathPara>
          </w:p>
        </w:tc>
        <w:tc>
          <w:tcPr>
            <w:tcW w:w="2152" w:type="dxa"/>
            <w:vAlign w:val="center"/>
          </w:tcPr>
          <w:p w14:paraId="65E54EBD" w14:textId="4EF1D0D3" w:rsidR="00713B48" w:rsidRPr="009C764E" w:rsidRDefault="00713B48" w:rsidP="009C764E">
            <w:pPr>
              <w:jc w:val="center"/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 xml:space="preserve">le produit de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y</m:t>
              </m:r>
            </m:oMath>
            <w:r w:rsidRPr="009C764E">
              <w:rPr>
                <w:rFonts w:eastAsiaTheme="minorEastAsia"/>
                <w:sz w:val="22"/>
              </w:rPr>
              <w:t xml:space="preserve"> par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5</m:t>
              </m:r>
            </m:oMath>
          </w:p>
        </w:tc>
        <w:tc>
          <w:tcPr>
            <w:tcW w:w="2153" w:type="dxa"/>
            <w:vAlign w:val="center"/>
          </w:tcPr>
          <w:p w14:paraId="290A8ECA" w14:textId="4F5E975B" w:rsidR="00713B48" w:rsidRPr="009C764E" w:rsidRDefault="00713B48" w:rsidP="009C764E">
            <w:pPr>
              <w:jc w:val="center"/>
              <w:rPr>
                <w:rFonts w:eastAsiaTheme="minorEastAsia"/>
                <w:sz w:val="2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+</m:t>
                </m:r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+</m:t>
                </m:r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+</m:t>
                </m:r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+</m:t>
                </m:r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</m:oMath>
            </m:oMathPara>
          </w:p>
        </w:tc>
        <w:tc>
          <w:tcPr>
            <w:tcW w:w="2153" w:type="dxa"/>
            <w:vAlign w:val="center"/>
          </w:tcPr>
          <w:p w14:paraId="1D84CAF2" w14:textId="38BAE089" w:rsidR="00713B48" w:rsidRPr="009C764E" w:rsidRDefault="00713B48" w:rsidP="009C764E">
            <w:pPr>
              <w:jc w:val="center"/>
              <w:rPr>
                <w:sz w:val="22"/>
              </w:rPr>
            </w:pPr>
            <w:r w:rsidRPr="009C764E">
              <w:rPr>
                <w:rFonts w:eastAsiaTheme="minorEastAsia"/>
                <w:sz w:val="22"/>
              </w:rPr>
              <w:t xml:space="preserve">la somme de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y</m:t>
              </m:r>
            </m:oMath>
            <w:r w:rsidRPr="009C764E">
              <w:rPr>
                <w:rFonts w:eastAsiaTheme="minorEastAsia"/>
                <w:sz w:val="22"/>
              </w:rPr>
              <w:t xml:space="preserve"> et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5</m:t>
              </m:r>
            </m:oMath>
          </w:p>
        </w:tc>
      </w:tr>
      <w:tr w:rsidR="00713B48" w:rsidRPr="00C737F3" w14:paraId="15C60DC5" w14:textId="4FE6482E" w:rsidTr="00C27F81">
        <w:trPr>
          <w:trHeight w:val="695"/>
        </w:trPr>
        <w:tc>
          <w:tcPr>
            <w:tcW w:w="2152" w:type="dxa"/>
            <w:vAlign w:val="center"/>
          </w:tcPr>
          <w:p w14:paraId="05B9295C" w14:textId="140CA2E2" w:rsidR="00713B48" w:rsidRPr="009C764E" w:rsidRDefault="00713B48" w:rsidP="00D1378C">
            <w:pPr>
              <w:rPr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4-</m:t>
                </m:r>
                <m:r>
                  <w:rPr>
                    <w:rFonts w:ascii="Cambria Math" w:hAnsi="Cambria Math"/>
                    <w:sz w:val="22"/>
                  </w:rPr>
                  <m:t>t</m:t>
                </m:r>
              </m:oMath>
            </m:oMathPara>
          </w:p>
        </w:tc>
        <w:tc>
          <w:tcPr>
            <w:tcW w:w="2152" w:type="dxa"/>
            <w:vAlign w:val="center"/>
          </w:tcPr>
          <w:p w14:paraId="2B7451B7" w14:textId="51129972" w:rsidR="00713B48" w:rsidRPr="009C764E" w:rsidRDefault="00713B48" w:rsidP="009C764E">
            <w:pPr>
              <w:jc w:val="center"/>
              <w:rPr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-4</m:t>
                </m:r>
                <m:r>
                  <w:rPr>
                    <w:rFonts w:ascii="Cambria Math" w:hAnsi="Cambria Math"/>
                    <w:sz w:val="22"/>
                  </w:rPr>
                  <m:t>t</m:t>
                </m:r>
              </m:oMath>
            </m:oMathPara>
          </w:p>
        </w:tc>
        <w:tc>
          <w:tcPr>
            <w:tcW w:w="2152" w:type="dxa"/>
            <w:vAlign w:val="center"/>
          </w:tcPr>
          <w:p w14:paraId="286FA22A" w14:textId="0A070458" w:rsidR="00713B48" w:rsidRPr="009C764E" w:rsidRDefault="00713B48" w:rsidP="009C764E">
            <w:pPr>
              <w:jc w:val="center"/>
              <w:rPr>
                <w:sz w:val="22"/>
              </w:rPr>
            </w:pPr>
            <w:r w:rsidRPr="009C764E">
              <w:rPr>
                <w:sz w:val="22"/>
              </w:rPr>
              <w:t xml:space="preserve">le produit de </w:t>
            </w:r>
            <m:oMath>
              <m:r>
                <w:rPr>
                  <w:rFonts w:ascii="Cambria Math" w:hAnsi="Cambria Math"/>
                  <w:sz w:val="22"/>
                </w:rPr>
                <m:t>4</m:t>
              </m:r>
            </m:oMath>
            <w:r w:rsidRPr="009C764E">
              <w:rPr>
                <w:sz w:val="22"/>
              </w:rPr>
              <w:t xml:space="preserve"> par </w:t>
            </w:r>
            <m:oMath>
              <m:r>
                <w:rPr>
                  <w:rFonts w:ascii="Cambria Math" w:hAnsi="Cambria Math"/>
                  <w:sz w:val="22"/>
                </w:rPr>
                <m:t>(-t)</m:t>
              </m:r>
            </m:oMath>
          </w:p>
        </w:tc>
        <w:tc>
          <w:tcPr>
            <w:tcW w:w="2153" w:type="dxa"/>
            <w:vAlign w:val="center"/>
          </w:tcPr>
          <w:p w14:paraId="5DACE013" w14:textId="77AD3BE2" w:rsidR="00713B48" w:rsidRPr="009C764E" w:rsidRDefault="00713B48" w:rsidP="009C764E">
            <w:pPr>
              <w:jc w:val="center"/>
              <w:rPr>
                <w:sz w:val="22"/>
              </w:rPr>
            </w:pPr>
            <w:r w:rsidRPr="009C764E">
              <w:rPr>
                <w:rFonts w:eastAsiaTheme="minorEastAsia"/>
                <w:sz w:val="22"/>
              </w:rPr>
              <w:t xml:space="preserve">la différence de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4</m:t>
              </m:r>
            </m:oMath>
            <w:r w:rsidRPr="009C764E">
              <w:rPr>
                <w:rFonts w:eastAsiaTheme="minorEastAsia"/>
                <w:sz w:val="22"/>
              </w:rPr>
              <w:t xml:space="preserve"> et de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t</m:t>
              </m:r>
            </m:oMath>
          </w:p>
        </w:tc>
        <w:tc>
          <w:tcPr>
            <w:tcW w:w="2153" w:type="dxa"/>
            <w:vAlign w:val="center"/>
          </w:tcPr>
          <w:p w14:paraId="506BEEDE" w14:textId="19C45524" w:rsidR="00713B48" w:rsidRPr="009C764E" w:rsidRDefault="00713B48" w:rsidP="009C764E">
            <w:pPr>
              <w:jc w:val="center"/>
              <w:rPr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4×(-</m:t>
                </m:r>
                <m:r>
                  <w:rPr>
                    <w:rFonts w:ascii="Cambria Math" w:hAnsi="Cambria Math"/>
                    <w:sz w:val="22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)</m:t>
                </m:r>
              </m:oMath>
            </m:oMathPara>
          </w:p>
        </w:tc>
      </w:tr>
      <w:tr w:rsidR="00713B48" w:rsidRPr="00C737F3" w14:paraId="36F84745" w14:textId="77777777" w:rsidTr="00C27F81">
        <w:trPr>
          <w:trHeight w:val="704"/>
        </w:trPr>
        <w:tc>
          <w:tcPr>
            <w:tcW w:w="2152" w:type="dxa"/>
            <w:vAlign w:val="center"/>
          </w:tcPr>
          <w:p w14:paraId="56D7FD77" w14:textId="51DA67AB" w:rsidR="00713B48" w:rsidRPr="009C764E" w:rsidRDefault="0019671B" w:rsidP="00D1378C">
            <w:pPr>
              <w:rPr>
                <w:rFonts w:eastAsia="Calibri"/>
                <w:sz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2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152" w:type="dxa"/>
            <w:vAlign w:val="center"/>
          </w:tcPr>
          <w:p w14:paraId="3723B511" w14:textId="7480DE33" w:rsidR="00713B48" w:rsidRPr="009C764E" w:rsidRDefault="00713B48" w:rsidP="009C764E">
            <w:pPr>
              <w:jc w:val="center"/>
              <w:rPr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2×</m:t>
                </m:r>
                <m:r>
                  <w:rPr>
                    <w:rFonts w:ascii="Cambria Math" w:hAnsi="Cambria Math"/>
                    <w:sz w:val="22"/>
                  </w:rPr>
                  <m:t>n</m:t>
                </m:r>
              </m:oMath>
            </m:oMathPara>
          </w:p>
        </w:tc>
        <w:tc>
          <w:tcPr>
            <w:tcW w:w="2152" w:type="dxa"/>
            <w:vAlign w:val="center"/>
          </w:tcPr>
          <w:p w14:paraId="6FE62A29" w14:textId="49417D0F" w:rsidR="00713B48" w:rsidRPr="009C764E" w:rsidRDefault="00713B48" w:rsidP="009C764E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</w:rPr>
                  <m:t>×</m:t>
                </m:r>
                <m:r>
                  <w:rPr>
                    <w:rFonts w:ascii="Cambria Math" w:hAnsi="Cambria Math"/>
                    <w:sz w:val="22"/>
                  </w:rPr>
                  <m:t>n</m:t>
                </m:r>
              </m:oMath>
            </m:oMathPara>
          </w:p>
        </w:tc>
        <w:tc>
          <w:tcPr>
            <w:tcW w:w="2153" w:type="dxa"/>
            <w:vAlign w:val="center"/>
          </w:tcPr>
          <w:p w14:paraId="6BEC50B1" w14:textId="337F63B9" w:rsidR="00713B48" w:rsidRPr="009C764E" w:rsidRDefault="00713B48" w:rsidP="009C764E">
            <w:pPr>
              <w:jc w:val="center"/>
              <w:rPr>
                <w:sz w:val="22"/>
              </w:rPr>
            </w:pPr>
            <w:r w:rsidRPr="009C764E">
              <w:rPr>
                <w:rFonts w:eastAsiaTheme="minorEastAsia"/>
                <w:sz w:val="22"/>
              </w:rPr>
              <w:t xml:space="preserve">le double de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n</m:t>
              </m:r>
            </m:oMath>
          </w:p>
        </w:tc>
        <w:tc>
          <w:tcPr>
            <w:tcW w:w="2153" w:type="dxa"/>
            <w:vAlign w:val="center"/>
          </w:tcPr>
          <w:p w14:paraId="63E0826C" w14:textId="29350300" w:rsidR="00713B48" w:rsidRPr="009C764E" w:rsidRDefault="00713B48" w:rsidP="009C764E">
            <w:pPr>
              <w:jc w:val="center"/>
              <w:rPr>
                <w:sz w:val="22"/>
              </w:rPr>
            </w:pPr>
            <w:r w:rsidRPr="009C764E">
              <w:rPr>
                <w:rFonts w:eastAsiaTheme="minorEastAsia"/>
                <w:sz w:val="22"/>
              </w:rPr>
              <w:t xml:space="preserve">le carré de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n</m:t>
              </m:r>
            </m:oMath>
          </w:p>
        </w:tc>
      </w:tr>
    </w:tbl>
    <w:p w14:paraId="69757A83" w14:textId="6B3B590B" w:rsidR="00533A65" w:rsidRPr="00D1378C" w:rsidRDefault="00611E5D" w:rsidP="00D1378C">
      <w:pPr>
        <w:pStyle w:val="Titre2"/>
      </w:pPr>
      <w:r w:rsidRPr="00D1378C">
        <w:t>Je m’autoévalue</w:t>
      </w:r>
    </w:p>
    <w:p w14:paraId="5AE9DF43" w14:textId="648BC847" w:rsidR="00533A65" w:rsidRPr="00C737F3" w:rsidRDefault="00533A65" w:rsidP="00D1378C">
      <w:pPr>
        <w:pStyle w:val="Paragraphedeliste"/>
        <w:numPr>
          <w:ilvl w:val="0"/>
          <w:numId w:val="8"/>
        </w:numPr>
      </w:pPr>
      <w:r w:rsidRPr="00C737F3">
        <w:t>J’ai trouvé les bonnes réponses</w:t>
      </w:r>
      <w:r w:rsidR="0009515D">
        <w:t> </w:t>
      </w:r>
      <w:r w:rsidRPr="00C737F3">
        <w:t>: je peux faire l’exercice</w:t>
      </w:r>
      <w:r w:rsidR="0009515D">
        <w:t> </w:t>
      </w:r>
      <w:r w:rsidRPr="00C737F3">
        <w:t>2 de cette fiche.</w:t>
      </w:r>
    </w:p>
    <w:p w14:paraId="01DBD48B" w14:textId="13FCD0E6" w:rsidR="00533A65" w:rsidRPr="00C737F3" w:rsidRDefault="00533A65" w:rsidP="00D1378C">
      <w:pPr>
        <w:pStyle w:val="Paragraphedeliste"/>
        <w:numPr>
          <w:ilvl w:val="0"/>
          <w:numId w:val="8"/>
        </w:numPr>
      </w:pPr>
      <w:r w:rsidRPr="00C737F3">
        <w:t>Sinon</w:t>
      </w:r>
      <w:r w:rsidR="0009515D">
        <w:t> </w:t>
      </w:r>
      <w:r w:rsidRPr="00C737F3">
        <w:t>: je fais la fiche</w:t>
      </w:r>
      <w:r w:rsidR="0009515D">
        <w:t> </w:t>
      </w:r>
      <w:r w:rsidRPr="00C737F3">
        <w:t>C1.</w:t>
      </w:r>
    </w:p>
    <w:p w14:paraId="3104E0B2" w14:textId="77777777" w:rsidR="009C764E" w:rsidRDefault="009C764E" w:rsidP="009C764E">
      <w:pPr>
        <w:pStyle w:val="Titre1"/>
      </w:pPr>
      <w:r>
        <w:t>Je m’exerce</w:t>
      </w:r>
    </w:p>
    <w:p w14:paraId="0670A840" w14:textId="5BC52D7F" w:rsidR="00FA15D3" w:rsidRPr="00C737F3" w:rsidRDefault="00611E5D" w:rsidP="009C764E">
      <w:pPr>
        <w:pStyle w:val="Titre2"/>
      </w:pPr>
      <w:r>
        <w:t>Exercice</w:t>
      </w:r>
      <w:r w:rsidR="0009515D">
        <w:t> </w:t>
      </w:r>
      <w:r>
        <w:t>2</w:t>
      </w:r>
    </w:p>
    <w:p w14:paraId="7E1F72A8" w14:textId="67348D2E" w:rsidR="009E5DC1" w:rsidRPr="00C737F3" w:rsidRDefault="00AD17CA" w:rsidP="00D1378C">
      <w:r w:rsidRPr="00C737F3">
        <w:t xml:space="preserve">Pour chaque proposition, </w:t>
      </w:r>
      <w:r w:rsidR="00003354" w:rsidRPr="00C737F3">
        <w:t>entoure la bonne réponse.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67"/>
        <w:gridCol w:w="2484"/>
        <w:gridCol w:w="2484"/>
      </w:tblGrid>
      <w:tr w:rsidR="009C764E" w:rsidRPr="009C764E" w14:paraId="691866D6" w14:textId="77777777" w:rsidTr="00C27F81">
        <w:trPr>
          <w:trHeight w:val="680"/>
        </w:trPr>
        <w:tc>
          <w:tcPr>
            <w:tcW w:w="5767" w:type="dxa"/>
            <w:vAlign w:val="center"/>
          </w:tcPr>
          <w:p w14:paraId="4E3FDB9F" w14:textId="6109CC8D" w:rsidR="009C764E" w:rsidRPr="009C764E" w:rsidRDefault="009C764E" w:rsidP="009C764E">
            <w:pPr>
              <w:rPr>
                <w:b/>
                <w:color w:val="auto"/>
                <w:sz w:val="22"/>
              </w:rPr>
            </w:pPr>
            <w:r w:rsidRPr="009C764E">
              <w:rPr>
                <w:b/>
                <w:color w:val="auto"/>
                <w:sz w:val="22"/>
              </w:rPr>
              <w:t>Proposition</w:t>
            </w:r>
          </w:p>
        </w:tc>
        <w:tc>
          <w:tcPr>
            <w:tcW w:w="4968" w:type="dxa"/>
            <w:gridSpan w:val="2"/>
            <w:vAlign w:val="center"/>
          </w:tcPr>
          <w:p w14:paraId="611C66F4" w14:textId="2DE22854" w:rsidR="009C764E" w:rsidRPr="009C764E" w:rsidRDefault="009C764E" w:rsidP="00D1378C">
            <w:pPr>
              <w:rPr>
                <w:b/>
                <w:color w:val="auto"/>
                <w:sz w:val="22"/>
              </w:rPr>
            </w:pPr>
            <w:r w:rsidRPr="009C764E">
              <w:rPr>
                <w:b/>
                <w:color w:val="auto"/>
                <w:sz w:val="22"/>
              </w:rPr>
              <w:t>Réponses</w:t>
            </w:r>
          </w:p>
        </w:tc>
      </w:tr>
      <w:tr w:rsidR="00F53A9A" w:rsidRPr="00C737F3" w14:paraId="0D675562" w14:textId="77777777" w:rsidTr="00C27F81">
        <w:trPr>
          <w:trHeight w:val="567"/>
        </w:trPr>
        <w:tc>
          <w:tcPr>
            <w:tcW w:w="5767" w:type="dxa"/>
            <w:vAlign w:val="center"/>
          </w:tcPr>
          <w:p w14:paraId="682E0472" w14:textId="0E0319FE" w:rsidR="00F53A9A" w:rsidRPr="009C764E" w:rsidRDefault="00F53A9A" w:rsidP="00D1378C">
            <w:pPr>
              <w:rPr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5</m:t>
                </m:r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=3</m:t>
                </m:r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+2</m:t>
                </m:r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</m:oMath>
            </m:oMathPara>
          </w:p>
        </w:tc>
        <w:tc>
          <w:tcPr>
            <w:tcW w:w="2484" w:type="dxa"/>
            <w:vAlign w:val="center"/>
          </w:tcPr>
          <w:p w14:paraId="486D680C" w14:textId="5B7F4D1D" w:rsidR="00F53A9A" w:rsidRPr="009C764E" w:rsidRDefault="002856C6" w:rsidP="00D1378C">
            <w:pPr>
              <w:rPr>
                <w:sz w:val="22"/>
              </w:rPr>
            </w:pPr>
            <w:r w:rsidRPr="009C764E">
              <w:rPr>
                <w:sz w:val="22"/>
              </w:rPr>
              <w:t>VRAI</w:t>
            </w:r>
          </w:p>
        </w:tc>
        <w:tc>
          <w:tcPr>
            <w:tcW w:w="2484" w:type="dxa"/>
            <w:vAlign w:val="center"/>
          </w:tcPr>
          <w:p w14:paraId="283D7E03" w14:textId="7CA1C6AF" w:rsidR="00F53A9A" w:rsidRPr="009C764E" w:rsidRDefault="002856C6" w:rsidP="00D1378C">
            <w:pPr>
              <w:rPr>
                <w:sz w:val="22"/>
              </w:rPr>
            </w:pPr>
            <w:r w:rsidRPr="009C764E">
              <w:rPr>
                <w:sz w:val="22"/>
              </w:rPr>
              <w:t>FAUX</w:t>
            </w:r>
          </w:p>
        </w:tc>
      </w:tr>
      <w:tr w:rsidR="00F53A9A" w:rsidRPr="00C737F3" w14:paraId="1925F3E4" w14:textId="77777777" w:rsidTr="00C27F81">
        <w:trPr>
          <w:trHeight w:val="567"/>
        </w:trPr>
        <w:tc>
          <w:tcPr>
            <w:tcW w:w="5767" w:type="dxa"/>
            <w:vAlign w:val="center"/>
          </w:tcPr>
          <w:p w14:paraId="50434E31" w14:textId="564F6B68" w:rsidR="00F53A9A" w:rsidRPr="009C764E" w:rsidRDefault="002856C6" w:rsidP="00D1378C">
            <w:pPr>
              <w:rPr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7</m:t>
                </m:r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=5</m:t>
                </m:r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+2</m:t>
                </m:r>
              </m:oMath>
            </m:oMathPara>
          </w:p>
        </w:tc>
        <w:tc>
          <w:tcPr>
            <w:tcW w:w="2484" w:type="dxa"/>
            <w:vAlign w:val="center"/>
          </w:tcPr>
          <w:p w14:paraId="411B937B" w14:textId="0A85A7AD" w:rsidR="00F53A9A" w:rsidRPr="009C764E" w:rsidRDefault="002856C6" w:rsidP="00D1378C">
            <w:pPr>
              <w:rPr>
                <w:sz w:val="22"/>
              </w:rPr>
            </w:pPr>
            <w:r w:rsidRPr="009C764E">
              <w:rPr>
                <w:sz w:val="22"/>
              </w:rPr>
              <w:t>VRAI</w:t>
            </w:r>
          </w:p>
        </w:tc>
        <w:tc>
          <w:tcPr>
            <w:tcW w:w="2484" w:type="dxa"/>
            <w:vAlign w:val="center"/>
          </w:tcPr>
          <w:p w14:paraId="59F59BD1" w14:textId="1C968839" w:rsidR="00F53A9A" w:rsidRPr="009C764E" w:rsidRDefault="002856C6" w:rsidP="00D1378C">
            <w:pPr>
              <w:rPr>
                <w:sz w:val="22"/>
              </w:rPr>
            </w:pPr>
            <w:r w:rsidRPr="009C764E">
              <w:rPr>
                <w:sz w:val="22"/>
              </w:rPr>
              <w:t>FAUX</w:t>
            </w:r>
          </w:p>
        </w:tc>
      </w:tr>
      <w:tr w:rsidR="00DE44A5" w:rsidRPr="00C737F3" w14:paraId="76A90DA1" w14:textId="77777777" w:rsidTr="00C27F81">
        <w:trPr>
          <w:trHeight w:val="567"/>
        </w:trPr>
        <w:tc>
          <w:tcPr>
            <w:tcW w:w="5767" w:type="dxa"/>
            <w:vAlign w:val="center"/>
          </w:tcPr>
          <w:p w14:paraId="7D5A01C8" w14:textId="72D5CE39" w:rsidR="00DE44A5" w:rsidRPr="009C764E" w:rsidRDefault="00DE44A5" w:rsidP="00D1378C">
            <w:pPr>
              <w:rPr>
                <w:rFonts w:eastAsia="Calibri"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3+</m:t>
                </m:r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=3</m:t>
                </m:r>
                <m:r>
                  <w:rPr>
                    <w:rFonts w:ascii="Cambria Math" w:eastAsiaTheme="minorEastAsia" w:hAnsi="Cambria Math"/>
                    <w:sz w:val="22"/>
                  </w:rPr>
                  <m:t>n</m:t>
                </m:r>
              </m:oMath>
            </m:oMathPara>
          </w:p>
        </w:tc>
        <w:tc>
          <w:tcPr>
            <w:tcW w:w="2484" w:type="dxa"/>
            <w:vAlign w:val="center"/>
          </w:tcPr>
          <w:p w14:paraId="01036021" w14:textId="0F5564CF" w:rsidR="00DE44A5" w:rsidRPr="009C764E" w:rsidRDefault="00DE44A5" w:rsidP="00D1378C">
            <w:pPr>
              <w:rPr>
                <w:sz w:val="22"/>
              </w:rPr>
            </w:pPr>
            <w:r w:rsidRPr="009C764E">
              <w:rPr>
                <w:sz w:val="22"/>
              </w:rPr>
              <w:t>VRAI</w:t>
            </w:r>
          </w:p>
        </w:tc>
        <w:tc>
          <w:tcPr>
            <w:tcW w:w="2484" w:type="dxa"/>
            <w:vAlign w:val="center"/>
          </w:tcPr>
          <w:p w14:paraId="798B78DF" w14:textId="5A0915AA" w:rsidR="00DE44A5" w:rsidRPr="009C764E" w:rsidRDefault="00DE44A5" w:rsidP="00D1378C">
            <w:pPr>
              <w:rPr>
                <w:sz w:val="22"/>
              </w:rPr>
            </w:pPr>
            <w:r w:rsidRPr="009C764E">
              <w:rPr>
                <w:sz w:val="22"/>
              </w:rPr>
              <w:t>FAUX</w:t>
            </w:r>
          </w:p>
        </w:tc>
      </w:tr>
      <w:tr w:rsidR="00DE44A5" w:rsidRPr="00C737F3" w14:paraId="29BF8813" w14:textId="77777777" w:rsidTr="00C27F81">
        <w:trPr>
          <w:trHeight w:val="567"/>
        </w:trPr>
        <w:tc>
          <w:tcPr>
            <w:tcW w:w="5767" w:type="dxa"/>
            <w:vAlign w:val="center"/>
          </w:tcPr>
          <w:p w14:paraId="600A430C" w14:textId="37A3B75E" w:rsidR="00DE44A5" w:rsidRPr="009C764E" w:rsidRDefault="00DE44A5" w:rsidP="00D1378C">
            <w:pPr>
              <w:rPr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2</m:t>
                </m:r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=</m:t>
                </m:r>
                <m:r>
                  <w:rPr>
                    <w:rFonts w:ascii="Cambria Math" w:eastAsiaTheme="minorEastAsia" w:hAnsi="Cambria Math"/>
                    <w:sz w:val="22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²</m:t>
                </m:r>
              </m:oMath>
            </m:oMathPara>
          </w:p>
        </w:tc>
        <w:tc>
          <w:tcPr>
            <w:tcW w:w="2484" w:type="dxa"/>
            <w:vAlign w:val="center"/>
          </w:tcPr>
          <w:p w14:paraId="04BB1FAB" w14:textId="4B333B5A" w:rsidR="00DE44A5" w:rsidRPr="009C764E" w:rsidRDefault="00DE44A5" w:rsidP="00D1378C">
            <w:pPr>
              <w:rPr>
                <w:sz w:val="22"/>
              </w:rPr>
            </w:pPr>
            <w:r w:rsidRPr="009C764E">
              <w:rPr>
                <w:sz w:val="22"/>
              </w:rPr>
              <w:t>VRAI</w:t>
            </w:r>
          </w:p>
        </w:tc>
        <w:tc>
          <w:tcPr>
            <w:tcW w:w="2484" w:type="dxa"/>
            <w:vAlign w:val="center"/>
          </w:tcPr>
          <w:p w14:paraId="19BAA3B6" w14:textId="5251BADA" w:rsidR="00DE44A5" w:rsidRPr="009C764E" w:rsidRDefault="00DE44A5" w:rsidP="00D1378C">
            <w:pPr>
              <w:rPr>
                <w:sz w:val="22"/>
              </w:rPr>
            </w:pPr>
            <w:r w:rsidRPr="009C764E">
              <w:rPr>
                <w:sz w:val="22"/>
              </w:rPr>
              <w:t>FAUX</w:t>
            </w:r>
          </w:p>
        </w:tc>
      </w:tr>
      <w:tr w:rsidR="00DE44A5" w:rsidRPr="00C737F3" w14:paraId="4BFCB9FA" w14:textId="77777777" w:rsidTr="00C27F81">
        <w:trPr>
          <w:trHeight w:val="567"/>
        </w:trPr>
        <w:tc>
          <w:tcPr>
            <w:tcW w:w="5767" w:type="dxa"/>
            <w:vAlign w:val="center"/>
          </w:tcPr>
          <w:p w14:paraId="5098F853" w14:textId="00EFD9A0" w:rsidR="00DE44A5" w:rsidRPr="009C764E" w:rsidRDefault="00DE44A5" w:rsidP="00D1378C">
            <w:pPr>
              <w:rPr>
                <w:rFonts w:eastAsia="Calibri"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5</m:t>
                </m:r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+4</m:t>
                </m:r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=20</m:t>
                </m:r>
                <m:r>
                  <w:rPr>
                    <w:rFonts w:ascii="Cambria Math" w:eastAsiaTheme="minorEastAsia" w:hAnsi="Cambria Math"/>
                    <w:sz w:val="22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²</m:t>
                </m:r>
              </m:oMath>
            </m:oMathPara>
          </w:p>
        </w:tc>
        <w:tc>
          <w:tcPr>
            <w:tcW w:w="2484" w:type="dxa"/>
            <w:vAlign w:val="center"/>
          </w:tcPr>
          <w:p w14:paraId="177B6704" w14:textId="0B1EF1EC" w:rsidR="00DE44A5" w:rsidRPr="009C764E" w:rsidRDefault="00DE44A5" w:rsidP="00D1378C">
            <w:pPr>
              <w:rPr>
                <w:sz w:val="22"/>
              </w:rPr>
            </w:pPr>
            <w:r w:rsidRPr="009C764E">
              <w:rPr>
                <w:sz w:val="22"/>
              </w:rPr>
              <w:t>VRAI</w:t>
            </w:r>
          </w:p>
        </w:tc>
        <w:tc>
          <w:tcPr>
            <w:tcW w:w="2484" w:type="dxa"/>
            <w:vAlign w:val="center"/>
          </w:tcPr>
          <w:p w14:paraId="742BB647" w14:textId="53903B6E" w:rsidR="00DE44A5" w:rsidRPr="009C764E" w:rsidRDefault="00DE44A5" w:rsidP="00D1378C">
            <w:pPr>
              <w:rPr>
                <w:sz w:val="22"/>
              </w:rPr>
            </w:pPr>
            <w:r w:rsidRPr="009C764E">
              <w:rPr>
                <w:sz w:val="22"/>
              </w:rPr>
              <w:t>FAUX</w:t>
            </w:r>
          </w:p>
        </w:tc>
      </w:tr>
      <w:tr w:rsidR="00DE44A5" w:rsidRPr="00C737F3" w14:paraId="4E7C3A18" w14:textId="77777777" w:rsidTr="00C27F81">
        <w:trPr>
          <w:trHeight w:val="567"/>
        </w:trPr>
        <w:tc>
          <w:tcPr>
            <w:tcW w:w="5767" w:type="dxa"/>
            <w:vAlign w:val="center"/>
          </w:tcPr>
          <w:p w14:paraId="066B5820" w14:textId="085071F9" w:rsidR="00DE44A5" w:rsidRPr="009C764E" w:rsidRDefault="00DE44A5" w:rsidP="00D1378C">
            <w:pPr>
              <w:rPr>
                <w:rFonts w:eastAsia="Calibri"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6</m:t>
                </m:r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×2</m:t>
                </m:r>
                <m:r>
                  <w:rPr>
                    <w:rFonts w:ascii="Cambria Math" w:eastAsiaTheme="minorEastAsia" w:hAnsi="Cambria Math"/>
                    <w:sz w:val="22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2"/>
                  </w:rPr>
                  <m:t>=12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sz w:val="2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2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484" w:type="dxa"/>
            <w:vAlign w:val="center"/>
          </w:tcPr>
          <w:p w14:paraId="5F20864F" w14:textId="7B4376B2" w:rsidR="00DE44A5" w:rsidRPr="009C764E" w:rsidRDefault="00DE44A5" w:rsidP="00D1378C">
            <w:pPr>
              <w:rPr>
                <w:sz w:val="22"/>
              </w:rPr>
            </w:pPr>
            <w:r w:rsidRPr="009C764E">
              <w:rPr>
                <w:sz w:val="22"/>
              </w:rPr>
              <w:t>VRAI</w:t>
            </w:r>
          </w:p>
        </w:tc>
        <w:tc>
          <w:tcPr>
            <w:tcW w:w="2484" w:type="dxa"/>
            <w:vAlign w:val="center"/>
          </w:tcPr>
          <w:p w14:paraId="7DCD77DC" w14:textId="094E8170" w:rsidR="00DE44A5" w:rsidRPr="009C764E" w:rsidRDefault="00DE44A5" w:rsidP="00D1378C">
            <w:pPr>
              <w:rPr>
                <w:sz w:val="22"/>
              </w:rPr>
            </w:pPr>
            <w:r w:rsidRPr="009C764E">
              <w:rPr>
                <w:sz w:val="22"/>
              </w:rPr>
              <w:t>FAUX</w:t>
            </w:r>
          </w:p>
        </w:tc>
      </w:tr>
    </w:tbl>
    <w:p w14:paraId="677F6819" w14:textId="5062B089" w:rsidR="00533A65" w:rsidRPr="00C737F3" w:rsidRDefault="00611E5D" w:rsidP="009C764E">
      <w:pPr>
        <w:pStyle w:val="Titre1"/>
      </w:pPr>
      <w:r>
        <w:lastRenderedPageBreak/>
        <w:t>Je m’autoévalue</w:t>
      </w:r>
    </w:p>
    <w:p w14:paraId="1DC986FD" w14:textId="61FE72B6" w:rsidR="00533A65" w:rsidRPr="00C737F3" w:rsidRDefault="00533A65" w:rsidP="00D1378C">
      <w:pPr>
        <w:pStyle w:val="Paragraphedeliste"/>
        <w:numPr>
          <w:ilvl w:val="0"/>
          <w:numId w:val="8"/>
        </w:numPr>
      </w:pPr>
      <w:r w:rsidRPr="00C737F3">
        <w:t>J’ai trouvé les bonnes réponses</w:t>
      </w:r>
      <w:r w:rsidR="0009515D">
        <w:t> </w:t>
      </w:r>
      <w:r w:rsidRPr="00C737F3">
        <w:t>: je peux faire l’exercice</w:t>
      </w:r>
      <w:r w:rsidR="0009515D">
        <w:t> </w:t>
      </w:r>
      <w:r w:rsidRPr="00C737F3">
        <w:t>3 de cette fiche.</w:t>
      </w:r>
    </w:p>
    <w:p w14:paraId="574C4DB5" w14:textId="069B85CD" w:rsidR="00533A65" w:rsidRPr="00C737F3" w:rsidRDefault="00533A65" w:rsidP="00D1378C">
      <w:pPr>
        <w:pStyle w:val="Paragraphedeliste"/>
        <w:numPr>
          <w:ilvl w:val="0"/>
          <w:numId w:val="8"/>
        </w:numPr>
      </w:pPr>
      <w:r w:rsidRPr="00C737F3">
        <w:t>Sinon</w:t>
      </w:r>
      <w:r w:rsidR="0009515D">
        <w:t> </w:t>
      </w:r>
      <w:r w:rsidRPr="00C737F3">
        <w:t>: je fais la fiche</w:t>
      </w:r>
      <w:r w:rsidR="0009515D">
        <w:t> </w:t>
      </w:r>
      <w:r w:rsidRPr="00C737F3">
        <w:t>C2.</w:t>
      </w:r>
    </w:p>
    <w:p w14:paraId="52504AF1" w14:textId="77777777" w:rsidR="009C764E" w:rsidRDefault="009C764E" w:rsidP="00D1378C">
      <w:pPr>
        <w:pStyle w:val="Titre1"/>
      </w:pPr>
      <w:r>
        <w:t>Je m’exerce</w:t>
      </w:r>
    </w:p>
    <w:p w14:paraId="74075137" w14:textId="621A8536" w:rsidR="0051525E" w:rsidRPr="00C737F3" w:rsidRDefault="00270E71" w:rsidP="009C764E">
      <w:pPr>
        <w:pStyle w:val="Titre2"/>
      </w:pPr>
      <w:r w:rsidRPr="00C737F3">
        <w:t>Exercice</w:t>
      </w:r>
      <w:r w:rsidR="0009515D">
        <w:t> </w:t>
      </w:r>
      <w:r w:rsidRPr="00C737F3">
        <w:t>3 :</w:t>
      </w:r>
      <w:r w:rsidR="00344E1D" w:rsidRPr="00C737F3">
        <w:t xml:space="preserve"> </w:t>
      </w:r>
      <w:r w:rsidR="00611E5D">
        <w:t>q</w:t>
      </w:r>
      <w:r w:rsidR="00344E1D" w:rsidRPr="00C737F3">
        <w:t>uestionnaire à choix multiples</w:t>
      </w:r>
    </w:p>
    <w:p w14:paraId="5BE87324" w14:textId="13C3B38B" w:rsidR="00344E1D" w:rsidRPr="00C737F3" w:rsidRDefault="00344E1D" w:rsidP="00D1378C">
      <w:r w:rsidRPr="00C737F3">
        <w:t>Pour chaque</w:t>
      </w:r>
      <w:r w:rsidR="00CD4431" w:rsidRPr="00C737F3">
        <w:t xml:space="preserve"> question, entoure la bonne réponse.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106"/>
        <w:gridCol w:w="1985"/>
        <w:gridCol w:w="2409"/>
        <w:gridCol w:w="2262"/>
      </w:tblGrid>
      <w:tr w:rsidR="00A318A8" w:rsidRPr="00C737F3" w14:paraId="0052954B" w14:textId="0C835396" w:rsidTr="00C27F81">
        <w:trPr>
          <w:trHeight w:val="659"/>
        </w:trPr>
        <w:tc>
          <w:tcPr>
            <w:tcW w:w="4106" w:type="dxa"/>
            <w:vAlign w:val="center"/>
          </w:tcPr>
          <w:p w14:paraId="307C0BA5" w14:textId="6C657670" w:rsidR="00A318A8" w:rsidRPr="009C764E" w:rsidRDefault="00A318A8" w:rsidP="00D1378C">
            <w:pPr>
              <w:rPr>
                <w:rFonts w:eastAsiaTheme="minorEastAsia"/>
                <w:sz w:val="22"/>
              </w:rPr>
            </w:pPr>
            <w:bookmarkStart w:id="0" w:name="_GoBack"/>
            <w:r w:rsidRPr="009C764E">
              <w:rPr>
                <w:rFonts w:eastAsiaTheme="minorEastAsia"/>
                <w:sz w:val="22"/>
              </w:rPr>
              <w:t xml:space="preserve">On </w:t>
            </w:r>
            <w:r w:rsidR="004E32B1" w:rsidRPr="009C764E">
              <w:rPr>
                <w:rFonts w:eastAsiaTheme="minorEastAsia"/>
                <w:sz w:val="22"/>
              </w:rPr>
              <w:t>considère</w:t>
            </w:r>
            <w:r w:rsidRPr="009C764E">
              <w:rPr>
                <w:rFonts w:eastAsiaTheme="minorEastAsia"/>
                <w:sz w:val="22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A=5x</m:t>
              </m:r>
            </m:oMath>
            <w:r w:rsidRPr="009C764E">
              <w:rPr>
                <w:rFonts w:eastAsiaTheme="minorEastAsia"/>
                <w:sz w:val="22"/>
              </w:rPr>
              <w:t>.</w:t>
            </w:r>
          </w:p>
          <w:p w14:paraId="21D7934F" w14:textId="77777777" w:rsidR="00A318A8" w:rsidRPr="009C764E" w:rsidRDefault="00A318A8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 xml:space="preserve">Quelle est la valeur de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A</m:t>
              </m:r>
            </m:oMath>
            <w:r w:rsidRPr="009C764E">
              <w:rPr>
                <w:rFonts w:eastAsiaTheme="minorEastAsia"/>
                <w:sz w:val="22"/>
              </w:rPr>
              <w:t xml:space="preserve"> pour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x=4</m:t>
              </m:r>
            </m:oMath>
            <w:r w:rsidRPr="009C764E">
              <w:rPr>
                <w:rFonts w:eastAsiaTheme="minorEastAsia"/>
                <w:sz w:val="22"/>
              </w:rPr>
              <w:t> ?</w:t>
            </w:r>
          </w:p>
        </w:tc>
        <w:tc>
          <w:tcPr>
            <w:tcW w:w="1985" w:type="dxa"/>
            <w:vAlign w:val="center"/>
          </w:tcPr>
          <w:p w14:paraId="663AFEEC" w14:textId="12964CCE" w:rsidR="00A318A8" w:rsidRPr="009C764E" w:rsidRDefault="00FB3413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>20</w:t>
            </w:r>
          </w:p>
        </w:tc>
        <w:tc>
          <w:tcPr>
            <w:tcW w:w="2409" w:type="dxa"/>
            <w:vAlign w:val="center"/>
          </w:tcPr>
          <w:p w14:paraId="6398CA42" w14:textId="2B0D34E8" w:rsidR="00A318A8" w:rsidRPr="009C764E" w:rsidRDefault="00FB3413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>9</w:t>
            </w:r>
          </w:p>
        </w:tc>
        <w:tc>
          <w:tcPr>
            <w:tcW w:w="2262" w:type="dxa"/>
            <w:vAlign w:val="center"/>
          </w:tcPr>
          <w:p w14:paraId="252A5EDC" w14:textId="64436010" w:rsidR="00A318A8" w:rsidRPr="009C764E" w:rsidRDefault="00FB3413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>54</w:t>
            </w:r>
          </w:p>
        </w:tc>
      </w:tr>
      <w:tr w:rsidR="00A318A8" w:rsidRPr="00C737F3" w14:paraId="4A71DBEF" w14:textId="7E23FF35" w:rsidTr="00C27F81">
        <w:trPr>
          <w:trHeight w:val="697"/>
        </w:trPr>
        <w:tc>
          <w:tcPr>
            <w:tcW w:w="4106" w:type="dxa"/>
            <w:vAlign w:val="center"/>
          </w:tcPr>
          <w:p w14:paraId="7B36091A" w14:textId="1143A1B2" w:rsidR="00A318A8" w:rsidRPr="009C764E" w:rsidRDefault="00A318A8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 xml:space="preserve">On </w:t>
            </w:r>
            <w:r w:rsidR="004E32B1" w:rsidRPr="009C764E">
              <w:rPr>
                <w:rFonts w:eastAsiaTheme="minorEastAsia"/>
                <w:sz w:val="22"/>
              </w:rPr>
              <w:t>considère</w:t>
            </w:r>
            <w:r w:rsidR="004E32B1" w:rsidRPr="009C764E">
              <w:rPr>
                <w:rFonts w:eastAsiaTheme="minorEastAsia"/>
                <w:i/>
                <w:sz w:val="22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B=4+x</m:t>
              </m:r>
            </m:oMath>
            <w:r w:rsidRPr="009C764E">
              <w:rPr>
                <w:rFonts w:eastAsiaTheme="minorEastAsia"/>
                <w:sz w:val="22"/>
              </w:rPr>
              <w:t>.</w:t>
            </w:r>
          </w:p>
          <w:p w14:paraId="630826C0" w14:textId="77777777" w:rsidR="00A318A8" w:rsidRPr="009C764E" w:rsidRDefault="00A318A8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 xml:space="preserve">Quelle est la valeur de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B</m:t>
              </m:r>
            </m:oMath>
            <w:r w:rsidRPr="009C764E">
              <w:rPr>
                <w:rFonts w:eastAsiaTheme="minorEastAsia"/>
                <w:sz w:val="22"/>
              </w:rPr>
              <w:t xml:space="preserve"> pour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x=7 </m:t>
              </m:r>
            </m:oMath>
            <w:r w:rsidRPr="009C764E">
              <w:rPr>
                <w:rFonts w:eastAsiaTheme="minorEastAsia"/>
                <w:sz w:val="22"/>
              </w:rPr>
              <w:t>?</w:t>
            </w:r>
          </w:p>
        </w:tc>
        <w:tc>
          <w:tcPr>
            <w:tcW w:w="1985" w:type="dxa"/>
            <w:vAlign w:val="center"/>
          </w:tcPr>
          <w:p w14:paraId="4AC3892A" w14:textId="059E61DC" w:rsidR="00A318A8" w:rsidRPr="009C764E" w:rsidRDefault="009C1F7C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>47</w:t>
            </w:r>
          </w:p>
        </w:tc>
        <w:tc>
          <w:tcPr>
            <w:tcW w:w="2409" w:type="dxa"/>
            <w:vAlign w:val="center"/>
          </w:tcPr>
          <w:p w14:paraId="63E428BA" w14:textId="0268B041" w:rsidR="00A318A8" w:rsidRPr="009C764E" w:rsidRDefault="009C1F7C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>28</w:t>
            </w:r>
          </w:p>
        </w:tc>
        <w:tc>
          <w:tcPr>
            <w:tcW w:w="2262" w:type="dxa"/>
            <w:vAlign w:val="center"/>
          </w:tcPr>
          <w:p w14:paraId="460281E0" w14:textId="464D5373" w:rsidR="00A318A8" w:rsidRPr="009C764E" w:rsidRDefault="009C1F7C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>11</w:t>
            </w:r>
          </w:p>
        </w:tc>
      </w:tr>
      <w:tr w:rsidR="00A318A8" w:rsidRPr="00C737F3" w14:paraId="7F657B5D" w14:textId="4CFD417D" w:rsidTr="00C27F81">
        <w:trPr>
          <w:trHeight w:val="565"/>
        </w:trPr>
        <w:tc>
          <w:tcPr>
            <w:tcW w:w="4106" w:type="dxa"/>
            <w:vAlign w:val="center"/>
          </w:tcPr>
          <w:p w14:paraId="0D0F4B33" w14:textId="0EDBA179" w:rsidR="00A318A8" w:rsidRPr="009C764E" w:rsidRDefault="00A318A8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 xml:space="preserve">On </w:t>
            </w:r>
            <w:r w:rsidR="004E32B1" w:rsidRPr="009C764E">
              <w:rPr>
                <w:rFonts w:eastAsiaTheme="minorEastAsia"/>
                <w:sz w:val="22"/>
              </w:rPr>
              <w:t>considère</w:t>
            </w:r>
            <w:r w:rsidRPr="009C764E">
              <w:rPr>
                <w:rFonts w:eastAsiaTheme="minorEastAsia"/>
                <w:sz w:val="22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C=5+3x</m:t>
              </m:r>
            </m:oMath>
            <w:r w:rsidRPr="009C764E">
              <w:rPr>
                <w:rFonts w:eastAsiaTheme="minorEastAsia"/>
                <w:sz w:val="22"/>
              </w:rPr>
              <w:t>.</w:t>
            </w:r>
          </w:p>
          <w:p w14:paraId="1EC4A22B" w14:textId="77777777" w:rsidR="00A318A8" w:rsidRPr="009C764E" w:rsidRDefault="00A318A8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 xml:space="preserve">Quelle est la valeur de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C</m:t>
              </m:r>
            </m:oMath>
            <w:r w:rsidRPr="009C764E">
              <w:rPr>
                <w:rFonts w:eastAsiaTheme="minorEastAsia"/>
                <w:sz w:val="22"/>
              </w:rPr>
              <w:t xml:space="preserve"> pour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x=2 </m:t>
              </m:r>
            </m:oMath>
            <w:r w:rsidRPr="009C764E">
              <w:rPr>
                <w:rFonts w:eastAsiaTheme="minorEastAsia"/>
                <w:sz w:val="22"/>
              </w:rPr>
              <w:t>?</w:t>
            </w:r>
          </w:p>
        </w:tc>
        <w:tc>
          <w:tcPr>
            <w:tcW w:w="1985" w:type="dxa"/>
            <w:vAlign w:val="center"/>
          </w:tcPr>
          <w:p w14:paraId="788E1FC3" w14:textId="78CFD9EE" w:rsidR="00A318A8" w:rsidRPr="009C764E" w:rsidRDefault="009C1F7C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>11</w:t>
            </w:r>
          </w:p>
        </w:tc>
        <w:tc>
          <w:tcPr>
            <w:tcW w:w="2409" w:type="dxa"/>
            <w:vAlign w:val="center"/>
          </w:tcPr>
          <w:p w14:paraId="2C6D402F" w14:textId="68A4C374" w:rsidR="00A318A8" w:rsidRPr="009C764E" w:rsidRDefault="009C1F7C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>16</w:t>
            </w:r>
          </w:p>
        </w:tc>
        <w:tc>
          <w:tcPr>
            <w:tcW w:w="2262" w:type="dxa"/>
            <w:vAlign w:val="center"/>
          </w:tcPr>
          <w:p w14:paraId="2AC641FC" w14:textId="3F8E32F7" w:rsidR="00A318A8" w:rsidRPr="009C764E" w:rsidRDefault="009C1F7C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>37</w:t>
            </w:r>
          </w:p>
        </w:tc>
      </w:tr>
      <w:tr w:rsidR="00A318A8" w:rsidRPr="00C737F3" w14:paraId="3F315886" w14:textId="22A8016F" w:rsidTr="00C27F81">
        <w:trPr>
          <w:trHeight w:val="687"/>
        </w:trPr>
        <w:tc>
          <w:tcPr>
            <w:tcW w:w="4106" w:type="dxa"/>
            <w:vAlign w:val="center"/>
          </w:tcPr>
          <w:p w14:paraId="733AA4FB" w14:textId="7C61194D" w:rsidR="00A318A8" w:rsidRPr="009C764E" w:rsidRDefault="00A318A8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 xml:space="preserve">On </w:t>
            </w:r>
            <w:r w:rsidR="004E32B1" w:rsidRPr="009C764E">
              <w:rPr>
                <w:rFonts w:eastAsiaTheme="minorEastAsia"/>
                <w:sz w:val="22"/>
              </w:rPr>
              <w:t>considère</w:t>
            </w:r>
            <w:r w:rsidRPr="009C764E">
              <w:rPr>
                <w:rFonts w:eastAsiaTheme="minorEastAsia"/>
                <w:sz w:val="22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D=x²</m:t>
              </m:r>
            </m:oMath>
            <w:r w:rsidRPr="009C764E">
              <w:rPr>
                <w:rFonts w:eastAsiaTheme="minorEastAsia"/>
                <w:sz w:val="22"/>
              </w:rPr>
              <w:t>.</w:t>
            </w:r>
          </w:p>
          <w:p w14:paraId="2BD81750" w14:textId="77777777" w:rsidR="00A318A8" w:rsidRPr="009C764E" w:rsidRDefault="00A318A8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 xml:space="preserve">Quelle est la valeur de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D</m:t>
              </m:r>
            </m:oMath>
            <w:r w:rsidRPr="009C764E">
              <w:rPr>
                <w:rFonts w:eastAsiaTheme="minorEastAsia"/>
                <w:sz w:val="22"/>
              </w:rPr>
              <w:t xml:space="preserve"> pour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x=3 </m:t>
              </m:r>
            </m:oMath>
            <w:r w:rsidRPr="009C764E">
              <w:rPr>
                <w:rFonts w:eastAsiaTheme="minorEastAsia"/>
                <w:sz w:val="22"/>
              </w:rPr>
              <w:t>?</w:t>
            </w:r>
          </w:p>
        </w:tc>
        <w:tc>
          <w:tcPr>
            <w:tcW w:w="1985" w:type="dxa"/>
            <w:vAlign w:val="center"/>
          </w:tcPr>
          <w:p w14:paraId="1C0321B8" w14:textId="6E916EF6" w:rsidR="00A318A8" w:rsidRPr="009C764E" w:rsidRDefault="009C1F7C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>32</w:t>
            </w:r>
          </w:p>
        </w:tc>
        <w:tc>
          <w:tcPr>
            <w:tcW w:w="2409" w:type="dxa"/>
            <w:vAlign w:val="center"/>
          </w:tcPr>
          <w:p w14:paraId="4F6C0576" w14:textId="0FD17DEB" w:rsidR="00A318A8" w:rsidRPr="009C764E" w:rsidRDefault="009C1F7C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>6</w:t>
            </w:r>
          </w:p>
        </w:tc>
        <w:tc>
          <w:tcPr>
            <w:tcW w:w="2262" w:type="dxa"/>
            <w:vAlign w:val="center"/>
          </w:tcPr>
          <w:p w14:paraId="224BC097" w14:textId="72D849BB" w:rsidR="00A318A8" w:rsidRPr="009C764E" w:rsidRDefault="009C1F7C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>9</w:t>
            </w:r>
          </w:p>
        </w:tc>
      </w:tr>
      <w:tr w:rsidR="00A318A8" w:rsidRPr="00C737F3" w14:paraId="20B05812" w14:textId="7F2886E9" w:rsidTr="00C27F81">
        <w:trPr>
          <w:trHeight w:val="852"/>
        </w:trPr>
        <w:tc>
          <w:tcPr>
            <w:tcW w:w="4106" w:type="dxa"/>
            <w:vAlign w:val="center"/>
          </w:tcPr>
          <w:p w14:paraId="631DEDDC" w14:textId="35F901AA" w:rsidR="00A318A8" w:rsidRPr="009C764E" w:rsidRDefault="00A318A8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 xml:space="preserve">On </w:t>
            </w:r>
            <w:r w:rsidR="004E32B1" w:rsidRPr="009C764E">
              <w:rPr>
                <w:rFonts w:eastAsiaTheme="minorEastAsia"/>
                <w:sz w:val="22"/>
              </w:rPr>
              <w:t>considère</w:t>
            </w:r>
            <w:r w:rsidRPr="009C764E">
              <w:rPr>
                <w:rFonts w:eastAsiaTheme="minorEastAsia"/>
                <w:sz w:val="22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E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</w:rPr>
                <m:t>=2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2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</w:rPr>
                <m:t>-3</m:t>
              </m:r>
              <m:r>
                <w:rPr>
                  <w:rFonts w:ascii="Cambria Math" w:eastAsiaTheme="minorEastAsia" w:hAnsi="Cambria Math"/>
                  <w:sz w:val="22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</w:rPr>
                <m:t>+1</m:t>
              </m:r>
            </m:oMath>
            <w:r w:rsidRPr="009C764E">
              <w:rPr>
                <w:rFonts w:eastAsiaTheme="minorEastAsia"/>
                <w:sz w:val="22"/>
              </w:rPr>
              <w:t>.</w:t>
            </w:r>
          </w:p>
          <w:p w14:paraId="0E3B0151" w14:textId="77777777" w:rsidR="00A318A8" w:rsidRPr="009C764E" w:rsidRDefault="00A318A8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 xml:space="preserve">Quelle est la valeur de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E</m:t>
              </m:r>
            </m:oMath>
            <w:r w:rsidRPr="009C764E">
              <w:rPr>
                <w:rFonts w:eastAsiaTheme="minorEastAsia"/>
                <w:sz w:val="22"/>
              </w:rPr>
              <w:t xml:space="preserve"> pour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x=1 </m:t>
              </m:r>
            </m:oMath>
            <w:r w:rsidRPr="009C764E">
              <w:rPr>
                <w:rFonts w:eastAsiaTheme="minorEastAsia"/>
                <w:sz w:val="22"/>
              </w:rPr>
              <w:t>?</w:t>
            </w:r>
          </w:p>
        </w:tc>
        <w:tc>
          <w:tcPr>
            <w:tcW w:w="1985" w:type="dxa"/>
            <w:vAlign w:val="center"/>
          </w:tcPr>
          <w:p w14:paraId="08AE4597" w14:textId="451D0EAC" w:rsidR="00A318A8" w:rsidRPr="009C764E" w:rsidRDefault="00C46757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>2</w:t>
            </w:r>
          </w:p>
        </w:tc>
        <w:tc>
          <w:tcPr>
            <w:tcW w:w="2409" w:type="dxa"/>
            <w:vAlign w:val="center"/>
          </w:tcPr>
          <w:p w14:paraId="4C7A443F" w14:textId="06C8BFD8" w:rsidR="00A318A8" w:rsidRPr="009C764E" w:rsidRDefault="00C46757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>0</w:t>
            </w:r>
          </w:p>
        </w:tc>
        <w:tc>
          <w:tcPr>
            <w:tcW w:w="2262" w:type="dxa"/>
            <w:vAlign w:val="center"/>
          </w:tcPr>
          <w:p w14:paraId="50CC8EF5" w14:textId="13CE6CFA" w:rsidR="00A318A8" w:rsidRPr="009C764E" w:rsidRDefault="00C46757" w:rsidP="00D1378C">
            <w:pPr>
              <w:rPr>
                <w:rFonts w:eastAsiaTheme="minorEastAsia"/>
                <w:sz w:val="22"/>
              </w:rPr>
            </w:pPr>
            <w:r w:rsidRPr="009C764E">
              <w:rPr>
                <w:rFonts w:eastAsiaTheme="minorEastAsia"/>
                <w:sz w:val="22"/>
              </w:rPr>
              <w:t>- 9</w:t>
            </w:r>
          </w:p>
        </w:tc>
      </w:tr>
    </w:tbl>
    <w:bookmarkEnd w:id="0"/>
    <w:p w14:paraId="0362892B" w14:textId="03FBA017" w:rsidR="00533A65" w:rsidRPr="00C737F3" w:rsidRDefault="00611E5D" w:rsidP="009C764E">
      <w:pPr>
        <w:pStyle w:val="Titre3"/>
      </w:pPr>
      <w:r>
        <w:t>Je m’autoévalue</w:t>
      </w:r>
    </w:p>
    <w:p w14:paraId="7634DF01" w14:textId="27EC0A8A" w:rsidR="00533A65" w:rsidRPr="00C737F3" w:rsidRDefault="00533A65" w:rsidP="00D1378C">
      <w:pPr>
        <w:pStyle w:val="Paragraphedeliste"/>
        <w:numPr>
          <w:ilvl w:val="0"/>
          <w:numId w:val="8"/>
        </w:numPr>
      </w:pPr>
      <w:r w:rsidRPr="00C737F3">
        <w:t>J’ai trouvé les bonnes réponses</w:t>
      </w:r>
      <w:r w:rsidR="0009515D">
        <w:t> </w:t>
      </w:r>
      <w:r w:rsidRPr="00C737F3">
        <w:t xml:space="preserve">: </w:t>
      </w:r>
      <w:r w:rsidR="00F47066" w:rsidRPr="00C737F3">
        <w:t xml:space="preserve">je complète le bilan, puis </w:t>
      </w:r>
      <w:r w:rsidRPr="00C737F3">
        <w:t xml:space="preserve">je </w:t>
      </w:r>
      <w:r w:rsidR="00F968EA" w:rsidRPr="00C737F3">
        <w:t xml:space="preserve">m’entraîne en </w:t>
      </w:r>
      <w:r w:rsidRPr="00C737F3">
        <w:t>fais</w:t>
      </w:r>
      <w:r w:rsidR="00F968EA" w:rsidRPr="00C737F3">
        <w:t>ant</w:t>
      </w:r>
      <w:r w:rsidRPr="00C737F3">
        <w:t xml:space="preserve"> la fiche</w:t>
      </w:r>
      <w:r w:rsidR="0009515D">
        <w:t> </w:t>
      </w:r>
      <w:r w:rsidRPr="00C737F3">
        <w:t>E1.</w:t>
      </w:r>
    </w:p>
    <w:p w14:paraId="61CDEF64" w14:textId="7D29804A" w:rsidR="00F47066" w:rsidRPr="00C737F3" w:rsidRDefault="00533A65" w:rsidP="00D1378C">
      <w:pPr>
        <w:pStyle w:val="Paragraphedeliste"/>
        <w:numPr>
          <w:ilvl w:val="0"/>
          <w:numId w:val="8"/>
        </w:numPr>
      </w:pPr>
      <w:r w:rsidRPr="00C737F3">
        <w:t>Sinon</w:t>
      </w:r>
      <w:r w:rsidR="0009515D">
        <w:t> </w:t>
      </w:r>
      <w:r w:rsidRPr="00C737F3">
        <w:t xml:space="preserve">: </w:t>
      </w:r>
      <w:r w:rsidR="00F47066" w:rsidRPr="00C737F3">
        <w:t xml:space="preserve">je complète le bilan, puis </w:t>
      </w:r>
      <w:r w:rsidRPr="00C737F3">
        <w:t>je fais la fiche</w:t>
      </w:r>
      <w:r w:rsidR="0009515D">
        <w:t> </w:t>
      </w:r>
      <w:r w:rsidRPr="00C737F3">
        <w:t>C3</w:t>
      </w:r>
      <w:r w:rsidR="00F47066" w:rsidRPr="00C737F3">
        <w:t>.</w:t>
      </w:r>
    </w:p>
    <w:p w14:paraId="3EC95DBF" w14:textId="344B17A8" w:rsidR="00F47066" w:rsidRPr="00C737F3" w:rsidRDefault="00F47066" w:rsidP="00D1378C">
      <w:pPr>
        <w:pStyle w:val="Titre1"/>
      </w:pPr>
      <w:r w:rsidRPr="00C737F3">
        <w:t>Bilan : je fai</w:t>
      </w:r>
      <w:r w:rsidR="00611E5D">
        <w:t>s le point sur mes compétences</w:t>
      </w:r>
    </w:p>
    <w:p w14:paraId="4E1E34AA" w14:textId="0BA4FFB0" w:rsidR="00F47066" w:rsidRPr="00C737F3" w:rsidRDefault="00641229" w:rsidP="00D1378C">
      <w:pPr>
        <w:pStyle w:val="Paragraphedeliste"/>
        <w:numPr>
          <w:ilvl w:val="0"/>
          <w:numId w:val="8"/>
        </w:numPr>
      </w:pPr>
      <w:r w:rsidRPr="00C737F3">
        <w:t>Avec cette fiche, maintenant je sais</w:t>
      </w:r>
    </w:p>
    <w:p w14:paraId="77D73426" w14:textId="4ABCA667" w:rsidR="00F47066" w:rsidRPr="00C737F3" w:rsidRDefault="00F47066" w:rsidP="00D1378C">
      <w:r w:rsidRPr="00C737F3">
        <w:t>………………………………………………………………………………………………………………………………</w:t>
      </w:r>
    </w:p>
    <w:p w14:paraId="15F88035" w14:textId="42488EA4" w:rsidR="00F47066" w:rsidRPr="00C737F3" w:rsidRDefault="00F47066" w:rsidP="00D1378C">
      <w:r w:rsidRPr="00C737F3">
        <w:t>………………………………………………………………………………………………………………………………</w:t>
      </w:r>
    </w:p>
    <w:p w14:paraId="38C8F467" w14:textId="77777777" w:rsidR="00611E5D" w:rsidRDefault="00F47066" w:rsidP="00D1378C">
      <w:r w:rsidRPr="00C737F3">
        <w:t>………………………………………………………………………………………………………………………………</w:t>
      </w:r>
    </w:p>
    <w:p w14:paraId="38357043" w14:textId="3178BC30" w:rsidR="00F47066" w:rsidRPr="00C737F3" w:rsidRDefault="00F47066" w:rsidP="00D1378C">
      <w:pPr>
        <w:pStyle w:val="Paragraphedeliste"/>
        <w:numPr>
          <w:ilvl w:val="0"/>
          <w:numId w:val="8"/>
        </w:numPr>
      </w:pPr>
      <w:r w:rsidRPr="00C737F3">
        <w:t>Je dois enco</w:t>
      </w:r>
      <w:r w:rsidR="009C764E">
        <w:t>re apprendre ou m’exercer sur</w:t>
      </w:r>
    </w:p>
    <w:p w14:paraId="75208EA2" w14:textId="131B7845" w:rsidR="00F47066" w:rsidRPr="00C737F3" w:rsidRDefault="00F47066" w:rsidP="00D1378C">
      <w:r w:rsidRPr="00C737F3">
        <w:t>………………………………………………………………………………………………………………………………</w:t>
      </w:r>
    </w:p>
    <w:p w14:paraId="7D0CC3F3" w14:textId="1FE1B8B9" w:rsidR="00F47066" w:rsidRPr="00C737F3" w:rsidRDefault="00F47066" w:rsidP="00D1378C">
      <w:r w:rsidRPr="00C737F3">
        <w:t>………………………………………………………………………………………………………………………………</w:t>
      </w:r>
    </w:p>
    <w:p w14:paraId="6C7ACB3C" w14:textId="711D3AA5" w:rsidR="004B013D" w:rsidRPr="00C737F3" w:rsidRDefault="00F47066" w:rsidP="00D1378C">
      <w:r w:rsidRPr="00C737F3">
        <w:t>………………………………………………………………………………………………………………………………</w:t>
      </w:r>
    </w:p>
    <w:sectPr w:rsidR="004B013D" w:rsidRPr="00C737F3" w:rsidSect="00337E1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B5BA1" w14:textId="77777777" w:rsidR="0019671B" w:rsidRDefault="0019671B" w:rsidP="0009515D">
      <w:pPr>
        <w:spacing w:before="0" w:after="0"/>
      </w:pPr>
      <w:r>
        <w:separator/>
      </w:r>
    </w:p>
  </w:endnote>
  <w:endnote w:type="continuationSeparator" w:id="0">
    <w:p w14:paraId="56DAEC86" w14:textId="77777777" w:rsidR="0019671B" w:rsidRDefault="0019671B" w:rsidP="0009515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53605" w14:textId="77777777" w:rsidR="0019671B" w:rsidRDefault="0019671B" w:rsidP="0009515D">
      <w:pPr>
        <w:spacing w:before="0" w:after="0"/>
      </w:pPr>
      <w:r>
        <w:separator/>
      </w:r>
    </w:p>
  </w:footnote>
  <w:footnote w:type="continuationSeparator" w:id="0">
    <w:p w14:paraId="33EF0948" w14:textId="77777777" w:rsidR="0019671B" w:rsidRDefault="0019671B" w:rsidP="0009515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E19"/>
    <w:rsid w:val="00003354"/>
    <w:rsid w:val="0009515D"/>
    <w:rsid w:val="000C5E54"/>
    <w:rsid w:val="000D08F3"/>
    <w:rsid w:val="000E27D6"/>
    <w:rsid w:val="000E49DA"/>
    <w:rsid w:val="000F7ED5"/>
    <w:rsid w:val="00137ED4"/>
    <w:rsid w:val="00156B47"/>
    <w:rsid w:val="00180281"/>
    <w:rsid w:val="0019671B"/>
    <w:rsid w:val="001A2971"/>
    <w:rsid w:val="001B24F2"/>
    <w:rsid w:val="001E2A0E"/>
    <w:rsid w:val="001F5D96"/>
    <w:rsid w:val="00204B25"/>
    <w:rsid w:val="00270E71"/>
    <w:rsid w:val="00276BDA"/>
    <w:rsid w:val="002856C6"/>
    <w:rsid w:val="002E126A"/>
    <w:rsid w:val="00303FAA"/>
    <w:rsid w:val="00337E19"/>
    <w:rsid w:val="00344E1D"/>
    <w:rsid w:val="003C28BE"/>
    <w:rsid w:val="003D2820"/>
    <w:rsid w:val="00401E38"/>
    <w:rsid w:val="00440025"/>
    <w:rsid w:val="004B013D"/>
    <w:rsid w:val="004C5D94"/>
    <w:rsid w:val="004E32B1"/>
    <w:rsid w:val="0051525E"/>
    <w:rsid w:val="0052142B"/>
    <w:rsid w:val="00523B83"/>
    <w:rsid w:val="00533A65"/>
    <w:rsid w:val="005426D5"/>
    <w:rsid w:val="005650C0"/>
    <w:rsid w:val="00572EEB"/>
    <w:rsid w:val="00586328"/>
    <w:rsid w:val="005E11C3"/>
    <w:rsid w:val="005F4A37"/>
    <w:rsid w:val="00611E5D"/>
    <w:rsid w:val="00624BAC"/>
    <w:rsid w:val="00631D74"/>
    <w:rsid w:val="00641229"/>
    <w:rsid w:val="00656FEF"/>
    <w:rsid w:val="00663BB3"/>
    <w:rsid w:val="00690DF0"/>
    <w:rsid w:val="0070723D"/>
    <w:rsid w:val="00713B48"/>
    <w:rsid w:val="00727DBA"/>
    <w:rsid w:val="00742530"/>
    <w:rsid w:val="00753CEC"/>
    <w:rsid w:val="0076434F"/>
    <w:rsid w:val="007B7FBB"/>
    <w:rsid w:val="008248B8"/>
    <w:rsid w:val="00832A9D"/>
    <w:rsid w:val="008450B9"/>
    <w:rsid w:val="008C7FDD"/>
    <w:rsid w:val="009151C0"/>
    <w:rsid w:val="009351B2"/>
    <w:rsid w:val="00945615"/>
    <w:rsid w:val="009B3113"/>
    <w:rsid w:val="009C1F7C"/>
    <w:rsid w:val="009C764E"/>
    <w:rsid w:val="009D79BA"/>
    <w:rsid w:val="009E5C6E"/>
    <w:rsid w:val="009E5DC1"/>
    <w:rsid w:val="00A00CE0"/>
    <w:rsid w:val="00A318A8"/>
    <w:rsid w:val="00A64F0D"/>
    <w:rsid w:val="00AB6FE6"/>
    <w:rsid w:val="00AD17CA"/>
    <w:rsid w:val="00AF1805"/>
    <w:rsid w:val="00BF3DE7"/>
    <w:rsid w:val="00BF4B15"/>
    <w:rsid w:val="00C0360A"/>
    <w:rsid w:val="00C27F81"/>
    <w:rsid w:val="00C4070A"/>
    <w:rsid w:val="00C41148"/>
    <w:rsid w:val="00C46757"/>
    <w:rsid w:val="00C737F3"/>
    <w:rsid w:val="00C76B83"/>
    <w:rsid w:val="00CC4439"/>
    <w:rsid w:val="00CC5852"/>
    <w:rsid w:val="00CD4431"/>
    <w:rsid w:val="00CD44D3"/>
    <w:rsid w:val="00CE636C"/>
    <w:rsid w:val="00D1378C"/>
    <w:rsid w:val="00D74E64"/>
    <w:rsid w:val="00DE337A"/>
    <w:rsid w:val="00DE44A5"/>
    <w:rsid w:val="00E15224"/>
    <w:rsid w:val="00E47894"/>
    <w:rsid w:val="00E715BF"/>
    <w:rsid w:val="00E9157F"/>
    <w:rsid w:val="00F1786C"/>
    <w:rsid w:val="00F228D8"/>
    <w:rsid w:val="00F27281"/>
    <w:rsid w:val="00F47066"/>
    <w:rsid w:val="00F53A9A"/>
    <w:rsid w:val="00F60860"/>
    <w:rsid w:val="00F70A08"/>
    <w:rsid w:val="00F968EA"/>
    <w:rsid w:val="00F9737D"/>
    <w:rsid w:val="00FA15D3"/>
    <w:rsid w:val="00FB3413"/>
    <w:rsid w:val="00FE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AD87D"/>
  <w15:chartTrackingRefBased/>
  <w15:docId w15:val="{D5910818-55AD-4F7D-9702-176D3A05B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F81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27F81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7F81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27F81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7F81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  <w:rsid w:val="00C27F81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C27F81"/>
  </w:style>
  <w:style w:type="character" w:customStyle="1" w:styleId="Titre1Car">
    <w:name w:val="Titre 1 Car"/>
    <w:link w:val="Titre1"/>
    <w:uiPriority w:val="9"/>
    <w:rsid w:val="00C27F81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C27F81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C27F81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paragraph" w:styleId="Paragraphedeliste">
    <w:name w:val="List Paragraph"/>
    <w:basedOn w:val="Normal"/>
    <w:uiPriority w:val="34"/>
    <w:rsid w:val="00C27F81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C27F81"/>
    <w:rPr>
      <w:color w:val="808080"/>
    </w:rPr>
  </w:style>
  <w:style w:type="table" w:styleId="Grilledutableau">
    <w:name w:val="Table Grid"/>
    <w:basedOn w:val="TableauNormal"/>
    <w:uiPriority w:val="59"/>
    <w:rsid w:val="00C27F8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link w:val="Titre3"/>
    <w:uiPriority w:val="9"/>
    <w:rsid w:val="00C27F81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C27F81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Titredecollection">
    <w:name w:val="Titre de collection"/>
    <w:basedOn w:val="Normal"/>
    <w:qFormat/>
    <w:rsid w:val="00C27F81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C27F81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C27F81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C27F81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C27F81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paragraph" w:customStyle="1" w:styleId="Encadr">
    <w:name w:val="Encadré"/>
    <w:basedOn w:val="Normal"/>
    <w:qFormat/>
    <w:rsid w:val="00C27F81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C27F81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C27F81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27F81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C27F81"/>
    <w:rPr>
      <w:color w:val="0000FF"/>
      <w:u w:val="single"/>
    </w:rPr>
  </w:style>
  <w:style w:type="paragraph" w:customStyle="1" w:styleId="Encartgras">
    <w:name w:val="Encart gras"/>
    <w:basedOn w:val="Normal"/>
    <w:qFormat/>
    <w:rsid w:val="00C27F81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C27F81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C27F81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C27F81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C27F81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09515D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09515D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2</TotalTime>
  <Pages>2</Pages>
  <Words>323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</dc:creator>
  <cp:keywords/>
  <dc:description/>
  <cp:lastModifiedBy>JEROME SAVIDAN</cp:lastModifiedBy>
  <cp:revision>4</cp:revision>
  <dcterms:created xsi:type="dcterms:W3CDTF">2023-08-07T23:41:00Z</dcterms:created>
  <dcterms:modified xsi:type="dcterms:W3CDTF">2023-08-08T13:26:00Z</dcterms:modified>
</cp:coreProperties>
</file>